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Pr="00AA1C16" w:rsidRDefault="005A56A9" w:rsidP="005A56A9">
      <w:pPr>
        <w:pStyle w:val="Akapitzlist"/>
        <w:spacing w:after="0"/>
        <w:ind w:left="284"/>
        <w:jc w:val="both"/>
        <w:rPr>
          <w:rFonts w:cstheme="minorHAnsi"/>
        </w:rPr>
      </w:pPr>
    </w:p>
    <w:p w:rsidR="00AA1C16" w:rsidRPr="00AA1C16" w:rsidRDefault="00AA1C16" w:rsidP="00AA1C16">
      <w:pPr>
        <w:rPr>
          <w:rFonts w:cstheme="minorHAnsi"/>
        </w:rPr>
      </w:pPr>
      <w:r>
        <w:rPr>
          <w:rFonts w:cstheme="minorHAnsi"/>
        </w:rPr>
        <w:t>Załącznik nr 1.1</w:t>
      </w:r>
      <w:r w:rsidRPr="00AA1C16">
        <w:rPr>
          <w:rFonts w:cstheme="minorHAnsi"/>
        </w:rPr>
        <w:t xml:space="preserve"> do SWZ</w:t>
      </w:r>
    </w:p>
    <w:p w:rsidR="00AA1C16" w:rsidRPr="00AA1C16" w:rsidRDefault="00AA1C16" w:rsidP="00AA1C16">
      <w:pPr>
        <w:keepNext/>
        <w:spacing w:before="120" w:after="120" w:line="288" w:lineRule="auto"/>
        <w:jc w:val="center"/>
        <w:outlineLvl w:val="0"/>
        <w:rPr>
          <w:rFonts w:cstheme="minorHAnsi"/>
          <w:b/>
          <w:bCs/>
          <w:kern w:val="32"/>
          <w:sz w:val="24"/>
          <w:szCs w:val="24"/>
        </w:rPr>
      </w:pPr>
      <w:r w:rsidRPr="00AA1C16">
        <w:rPr>
          <w:rFonts w:cstheme="minorHAnsi"/>
          <w:b/>
          <w:bCs/>
          <w:kern w:val="32"/>
          <w:sz w:val="24"/>
          <w:szCs w:val="24"/>
        </w:rPr>
        <w:t>Formularz oferty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tabs>
          <w:tab w:val="left" w:pos="0"/>
          <w:tab w:val="left" w:pos="621"/>
        </w:tabs>
        <w:spacing w:after="240" w:line="288" w:lineRule="auto"/>
        <w:ind w:left="357" w:hanging="357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Oferta złożona do postępowania o udzielenie zamówienia publicznego na zadanie o nazwie: </w:t>
      </w:r>
      <w:r>
        <w:rPr>
          <w:rFonts w:eastAsia="Calibri" w:cstheme="minorHAnsi"/>
        </w:rPr>
        <w:t>Organizacja i p</w:t>
      </w:r>
      <w:r w:rsidRPr="00AA1C16">
        <w:rPr>
          <w:rFonts w:eastAsia="Calibri" w:cstheme="minorHAnsi"/>
        </w:rPr>
        <w:t>rzeprowadzenie szkoleń zawodowych w ramach projektu pn. „Transformacja zawodowa w ZS4 w Rudzie Śląskiej”.</w:t>
      </w:r>
    </w:p>
    <w:p w:rsidR="00AA1C16" w:rsidRPr="00AA1C16" w:rsidRDefault="00AA1C16" w:rsidP="00AA1C16">
      <w:pPr>
        <w:pStyle w:val="Akapitzlist"/>
        <w:tabs>
          <w:tab w:val="left" w:pos="0"/>
          <w:tab w:val="left" w:pos="621"/>
        </w:tabs>
        <w:spacing w:after="240" w:line="288" w:lineRule="auto"/>
        <w:ind w:left="357"/>
        <w:rPr>
          <w:rFonts w:eastAsia="Calibri" w:cstheme="minorHAnsi"/>
        </w:rPr>
      </w:pPr>
      <w:r>
        <w:rPr>
          <w:rFonts w:eastAsia="Calibri" w:cstheme="minorHAnsi"/>
        </w:rPr>
        <w:t>Część 1</w:t>
      </w:r>
      <w:r w:rsidRPr="00AA1C16">
        <w:rPr>
          <w:rFonts w:eastAsia="Calibri" w:cstheme="minorHAnsi"/>
        </w:rPr>
        <w:t xml:space="preserve"> - </w:t>
      </w:r>
      <w:r w:rsidR="00854443">
        <w:t>Warsztaty „</w:t>
      </w:r>
      <w:r w:rsidR="00854443" w:rsidRPr="003753E5">
        <w:t>Techniki studyjne w praktyce</w:t>
      </w:r>
      <w:r w:rsidR="00854443">
        <w:t>”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spacing w:after="16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Dane dotyczące Wykonawcy: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Nazwa(firma)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REGON: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>Numer NIP: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telefonu*: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e-mail służący do kontaktu z Zamawiającym*: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Uwaga*. Powyższe dane podaję dobrowolnie, w celu usprawnienia kontaktu z Zamawiającym w zakresie prowadzonego postępowania.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Uwaga. W przypadku Wykonawców składających ofertę wspólne należy wskazać wszystkich Wykonawców występujących wspólnie lub zaznaczyć, iż wskazany podmiot (Pełnomocnik/Lider) występuje w imieniu wszystkich podmiotów składających ofertę wspólnie. 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Łączna cena ofertowa zamówienia (podana cyfrowo):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  <w:t>c.j. x 35 osób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…………………………………….. PLN netto = brutto</w:t>
      </w:r>
    </w:p>
    <w:p w:rsidR="00AA1C16" w:rsidRPr="00AA1C16" w:rsidRDefault="00AA1C16" w:rsidP="00AA1C16">
      <w:pPr>
        <w:spacing w:after="24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(usługa zwolniona z VAT zgodnie art. 43 ust. 1 ustawy o VAT</w:t>
      </w:r>
    </w:p>
    <w:p w:rsidR="00AA1C16" w:rsidRPr="00AA1C16" w:rsidRDefault="00AA1C16" w:rsidP="00AA1C16">
      <w:pPr>
        <w:shd w:val="clear" w:color="auto" w:fill="FFFFFF"/>
        <w:spacing w:after="240" w:line="288" w:lineRule="auto"/>
        <w:ind w:left="720"/>
        <w:rPr>
          <w:rFonts w:cstheme="minorHAnsi"/>
        </w:rPr>
      </w:pPr>
      <w:r w:rsidRPr="00AA1C16">
        <w:rPr>
          <w:rFonts w:cstheme="minorHAnsi"/>
        </w:rPr>
        <w:t>w tym cena za jednego uczestnika (c.j.)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…………………………….. PLN cena netto = brutto</w:t>
      </w:r>
    </w:p>
    <w:p w:rsidR="00AA1C16" w:rsidRPr="00AA1C16" w:rsidRDefault="00AA1C16" w:rsidP="00AA1C16">
      <w:pPr>
        <w:spacing w:after="48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 zwolniona z VAT zgodnie art. 43 ust. 1 ustawy o VAT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Ust. 4.1-4.3 należy wypełnić o ile wybór oferty prowadziłby do powstania u Zamawiającego obowiązku podatkowego zgodnie z przepisami o podatku od towarów i usług. W przeciwnym wypadku pozostawić niewypełnione.</w:t>
      </w:r>
    </w:p>
    <w:p w:rsidR="00AA1C16" w:rsidRPr="00AA1C16" w:rsidRDefault="00AA1C16" w:rsidP="00AA1C16">
      <w:pPr>
        <w:numPr>
          <w:ilvl w:val="1"/>
          <w:numId w:val="7"/>
        </w:numPr>
        <w:tabs>
          <w:tab w:val="left" w:pos="1080"/>
          <w:tab w:val="left" w:pos="1418"/>
          <w:tab w:val="left" w:pos="7230"/>
        </w:tabs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(wypełnić jeśli dotyczy) Wybór oferty prowadzić będzie do powstania u Zamawiającego obowiązku podatkowego w zakresie następujących towarów lub usług: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Wartość wyżej wymienionych towarów lub usług bez kwoty podatku wynosi: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Stawka podatku od towarów i usług, która zgodnie z wiedzą Wykonawcy będzie miała zastosowanie: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pStyle w:val="Akapitzlist"/>
        <w:numPr>
          <w:ilvl w:val="0"/>
          <w:numId w:val="8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Kryteria pozacenowe odnoszące się do przedmiotu zamówienia:</w:t>
      </w:r>
    </w:p>
    <w:p w:rsidR="00AA1C16" w:rsidRPr="00AA1C16" w:rsidRDefault="00AA1C16" w:rsidP="00AA1C16">
      <w:pPr>
        <w:tabs>
          <w:tab w:val="left" w:pos="113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5.1.</w:t>
      </w:r>
      <w:r w:rsidRPr="00AA1C16">
        <w:rPr>
          <w:rFonts w:eastAsia="Calibri" w:cstheme="minorHAnsi"/>
        </w:rPr>
        <w:tab/>
        <w:t>doświadczenie osoby/osób wyznaczonej/ych do realizacji zamówienia</w:t>
      </w:r>
    </w:p>
    <w:p w:rsidR="00AA1C16" w:rsidRPr="00AA1C16" w:rsidRDefault="00AA1C16" w:rsidP="00AA1C16">
      <w:pPr>
        <w:pStyle w:val="Akapitzlist"/>
        <w:spacing w:after="240" w:line="288" w:lineRule="auto"/>
        <w:ind w:left="391" w:firstLine="318"/>
        <w:jc w:val="both"/>
        <w:rPr>
          <w:rFonts w:cstheme="minorHAnsi"/>
        </w:rPr>
      </w:pPr>
      <w:r w:rsidRPr="00AA1C16">
        <w:rPr>
          <w:rFonts w:cstheme="minorHAnsi"/>
        </w:rPr>
        <w:t xml:space="preserve">Imię i nazwisko: </w:t>
      </w:r>
      <w:r w:rsidRPr="00AA1C16">
        <w:rPr>
          <w:rFonts w:cstheme="minorHAnsi"/>
        </w:rPr>
        <w:tab/>
        <w:t>…………………………….………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3"/>
        <w:gridCol w:w="2602"/>
        <w:gridCol w:w="2693"/>
        <w:gridCol w:w="1843"/>
      </w:tblGrid>
      <w:tr w:rsidR="00AA1C16" w:rsidRPr="00AA1C16" w:rsidTr="00AA1C16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Opis należycie wykonanych kursów/szkoleń/wykładów/ warsztatów (tak, aby potwierdzić zakres wskazany przez Zamawiającego w SWZ w rozdziale XXVII)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after="0"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Liczba godzin kursów/szkoleń/wykładów/</w:t>
            </w:r>
          </w:p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warsztatów (godziny zegarowe)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Podmiot, na rzecz którego szkolenia zostały wykonane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Data wykonania (data rozpoczęcia i zakończenia)</w:t>
            </w:r>
          </w:p>
        </w:tc>
      </w:tr>
      <w:tr w:rsidR="00AA1C16" w:rsidRPr="00AA1C16" w:rsidTr="00AA1C16">
        <w:trPr>
          <w:trHeight w:val="5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3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1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</w:tbl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 braku wypełnienia Wykonawca otrzyma „0” punktów.</w:t>
      </w:r>
    </w:p>
    <w:p w:rsidR="00AA1C16" w:rsidRPr="00AA1C16" w:rsidRDefault="00AA1C16" w:rsidP="00AA1C16">
      <w:pPr>
        <w:spacing w:before="240"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przypadku, gdy z opisu danej pozycji nie będzie wynikało doświadczenie podlegające punktacji, Wykonawca nie otrzyma punktów za tę pozycję.</w:t>
      </w:r>
    </w:p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</w:p>
    <w:p w:rsidR="00AA1C16" w:rsidRPr="00AA1C16" w:rsidRDefault="00AA1C16" w:rsidP="00AA1C16">
      <w:pPr>
        <w:pStyle w:val="Akapitzlist"/>
        <w:numPr>
          <w:ilvl w:val="1"/>
          <w:numId w:val="8"/>
        </w:numPr>
        <w:spacing w:after="120" w:line="288" w:lineRule="auto"/>
        <w:ind w:left="1145" w:right="28"/>
        <w:rPr>
          <w:rFonts w:eastAsia="Calibri" w:cstheme="minorHAnsi"/>
        </w:rPr>
      </w:pPr>
      <w:r w:rsidRPr="00AA1C16">
        <w:rPr>
          <w:rFonts w:eastAsia="Calibri" w:cstheme="minorHAnsi"/>
        </w:rPr>
        <w:t>status osoby z niepełnosprawnością:</w:t>
      </w:r>
    </w:p>
    <w:p w:rsidR="00AA1C16" w:rsidRPr="00AA1C16" w:rsidRDefault="00AA1C16" w:rsidP="00AA1C16">
      <w:pPr>
        <w:pStyle w:val="Akapitzlist"/>
        <w:spacing w:before="12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Przy realizacji zamówienia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zostanie*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[ ] nie zostanie*</w:t>
      </w:r>
    </w:p>
    <w:p w:rsidR="00AA1C16" w:rsidRPr="00AA1C16" w:rsidRDefault="00AA1C16" w:rsidP="00AA1C16">
      <w:pPr>
        <w:pStyle w:val="Akapitzlist"/>
        <w:spacing w:after="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zaangażowana minimum 1 osoba z niepełnosprawnościami na stanowisku …………………..………… </w:t>
      </w:r>
    </w:p>
    <w:p w:rsidR="00AA1C16" w:rsidRPr="00AA1C16" w:rsidRDefault="00AA1C16" w:rsidP="00AA1C16">
      <w:pPr>
        <w:pStyle w:val="Akapitzlist"/>
        <w:spacing w:after="12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*wybrać właściwe</w:t>
      </w:r>
    </w:p>
    <w:p w:rsidR="00AA1C16" w:rsidRPr="00AA1C16" w:rsidRDefault="00AA1C16" w:rsidP="00AA1C16">
      <w:pPr>
        <w:pStyle w:val="Akapitzlist"/>
        <w:numPr>
          <w:ilvl w:val="0"/>
          <w:numId w:val="9"/>
        </w:numPr>
        <w:spacing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Rodzaj przedsiębiorstwa jakim jest Wykonawca (proszę zaznaczyć właściwą opcję):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Mikroprzedsiębiorstwo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Małe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Średnie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Jednoosobowa działalność gospodarcza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Osoba fizyczna nie prowadząca działalności gospodarczej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Inne (proszę wpisać jakie): ...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Uwaga: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Mikroprzedsiębiorstwo – przedsiębiorstwo, które zatrudnia mniej niż 10 osób i którego roczny obrót lub roczna suma bilansowa nie przekracza 2 milionów euro.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Małe przedsiębiorstwo – przedsiębiorstwo, które zatrudnia mniej niż 50 osób i którego roczny obrót lub roczna suma bilansowa nie przekracza 10 milionów euro.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Średnie przedsiębiorstwo – przedsiębiorstwo, które nie jest mikroprzedsiębiorstwem ani małym przedsiębiorstwem i które zatrudnia mniej niż 250 osób i którego roczny obrót nie przekracza 50 milionów euro lub roczna suma bilansowa nie przekracza 43 milionów euro.</w:t>
      </w:r>
    </w:p>
    <w:p w:rsidR="00AA1C16" w:rsidRPr="00AA1C16" w:rsidRDefault="00AA1C16" w:rsidP="00AA1C16">
      <w:pPr>
        <w:numPr>
          <w:ilvl w:val="0"/>
          <w:numId w:val="9"/>
        </w:numPr>
        <w:spacing w:after="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Niniejszym oświadczam, że wypełniłem obowiązki informacyjne przewidziane w  art. 13 lub art. 14 RODO</w:t>
      </w:r>
      <w:r w:rsidRPr="00AA1C16">
        <w:rPr>
          <w:rFonts w:eastAsia="Calibri" w:cstheme="minorHAnsi"/>
          <w:vertAlign w:val="superscript"/>
        </w:rPr>
        <w:footnoteReference w:id="2"/>
      </w:r>
      <w:r w:rsidRPr="00AA1C16">
        <w:rPr>
          <w:rFonts w:eastAsia="Calibri" w:cstheme="minorHAnsi"/>
        </w:rPr>
        <w:t>wobec osób fizycznych, od których dane osobowe bezpośrednio lub pośrednio pozyskałem w celu ubiegania się o udzielenie zamówienia publicznego w niniejszym postępowaniu</w:t>
      </w:r>
      <w:r w:rsidRPr="00AA1C16">
        <w:rPr>
          <w:rFonts w:eastAsia="Calibri" w:cstheme="minorHAnsi"/>
          <w:vertAlign w:val="superscript"/>
        </w:rPr>
        <w:footnoteReference w:id="3"/>
      </w:r>
      <w:r w:rsidRPr="00AA1C16">
        <w:rPr>
          <w:rFonts w:eastAsia="Calibri" w:cstheme="minorHAnsi"/>
        </w:rPr>
        <w:t>.</w:t>
      </w:r>
      <w:r w:rsidRPr="00AA1C16">
        <w:rPr>
          <w:rFonts w:eastAsia="Calibri" w:cstheme="minorHAnsi"/>
        </w:rPr>
        <w:tab/>
      </w:r>
    </w:p>
    <w:p w:rsidR="005A56A9" w:rsidRPr="00AA1C16" w:rsidRDefault="005A56A9">
      <w:pPr>
        <w:rPr>
          <w:rFonts w:cstheme="minorHAnsi"/>
        </w:rPr>
      </w:pPr>
    </w:p>
    <w:p w:rsidR="003119EF" w:rsidRPr="00AA1C16" w:rsidRDefault="003119EF" w:rsidP="003119EF">
      <w:pPr>
        <w:rPr>
          <w:rFonts w:cstheme="minorHAnsi"/>
        </w:rPr>
      </w:pPr>
    </w:p>
    <w:p w:rsidR="00F94B2E" w:rsidRPr="00AA1C16" w:rsidRDefault="00F94B2E" w:rsidP="003119EF">
      <w:pPr>
        <w:tabs>
          <w:tab w:val="left" w:pos="3735"/>
        </w:tabs>
        <w:rPr>
          <w:rFonts w:cstheme="minorHAnsi"/>
        </w:rPr>
      </w:pPr>
    </w:p>
    <w:sectPr w:rsidR="00F94B2E" w:rsidRPr="00AA1C16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306" w:rsidRDefault="00472306" w:rsidP="003119EF">
      <w:pPr>
        <w:spacing w:after="0" w:line="240" w:lineRule="auto"/>
      </w:pPr>
      <w:r>
        <w:separator/>
      </w:r>
    </w:p>
  </w:endnote>
  <w:endnote w:type="continuationSeparator" w:id="1">
    <w:p w:rsidR="00472306" w:rsidRDefault="00472306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854443" w:rsidRPr="00854443">
        <w:rPr>
          <w:rFonts w:asciiTheme="majorHAnsi" w:hAnsiTheme="majorHAnsi"/>
          <w:noProof/>
        </w:rPr>
        <w:t>2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306" w:rsidRDefault="00472306" w:rsidP="003119EF">
      <w:pPr>
        <w:spacing w:after="0" w:line="240" w:lineRule="auto"/>
      </w:pPr>
      <w:r>
        <w:separator/>
      </w:r>
    </w:p>
  </w:footnote>
  <w:footnote w:type="continuationSeparator" w:id="1">
    <w:p w:rsidR="00472306" w:rsidRDefault="00472306" w:rsidP="003119EF">
      <w:pPr>
        <w:spacing w:after="0" w:line="240" w:lineRule="auto"/>
      </w:pPr>
      <w:r>
        <w:continuationSeparator/>
      </w:r>
    </w:p>
  </w:footnote>
  <w:footnote w:id="2">
    <w:p w:rsidR="00AA1C16" w:rsidRDefault="00AA1C16" w:rsidP="00AA1C16">
      <w:pPr>
        <w:spacing w:after="120" w:line="360" w:lineRule="auto"/>
        <w:ind w:right="28"/>
        <w:rPr>
          <w:rFonts w:ascii="Trebuchet MS" w:hAnsi="Trebuchet MS" w:cs="Arial"/>
          <w:sz w:val="16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AA1C16" w:rsidRDefault="00AA1C16" w:rsidP="00AA1C16">
      <w:pPr>
        <w:spacing w:after="360" w:line="360" w:lineRule="auto"/>
        <w:ind w:right="28"/>
        <w:rPr>
          <w:rFonts w:ascii="Trebuchet MS" w:hAnsi="Trebuchet MS" w:cs="Arial"/>
          <w:highlight w:val="yellow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05"/>
    <w:multiLevelType w:val="hybridMultilevel"/>
    <w:tmpl w:val="3A4C04DC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7CB8311A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2F6E"/>
    <w:multiLevelType w:val="multilevel"/>
    <w:tmpl w:val="67522A66"/>
    <w:lvl w:ilvl="0">
      <w:start w:val="5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1148" w:hanging="720"/>
      </w:pPr>
    </w:lvl>
    <w:lvl w:ilvl="2">
      <w:start w:val="1"/>
      <w:numFmt w:val="decimal"/>
      <w:isLgl/>
      <w:lvlText w:val="%1.%2.%3."/>
      <w:lvlJc w:val="left"/>
      <w:pPr>
        <w:ind w:left="1151" w:hanging="720"/>
      </w:pPr>
    </w:lvl>
    <w:lvl w:ilvl="3">
      <w:start w:val="1"/>
      <w:numFmt w:val="decimal"/>
      <w:isLgl/>
      <w:lvlText w:val="%1.%2.%3.%4."/>
      <w:lvlJc w:val="left"/>
      <w:pPr>
        <w:ind w:left="1514" w:hanging="1080"/>
      </w:pPr>
    </w:lvl>
    <w:lvl w:ilvl="4">
      <w:start w:val="1"/>
      <w:numFmt w:val="decimal"/>
      <w:isLgl/>
      <w:lvlText w:val="%1.%2.%3.%4.%5."/>
      <w:lvlJc w:val="left"/>
      <w:pPr>
        <w:ind w:left="1517" w:hanging="1080"/>
      </w:pPr>
    </w:lvl>
    <w:lvl w:ilvl="5">
      <w:start w:val="1"/>
      <w:numFmt w:val="decimal"/>
      <w:isLgl/>
      <w:lvlText w:val="%1.%2.%3.%4.%5.%6."/>
      <w:lvlJc w:val="left"/>
      <w:pPr>
        <w:ind w:left="1880" w:hanging="1440"/>
      </w:pPr>
    </w:lvl>
    <w:lvl w:ilvl="6">
      <w:start w:val="1"/>
      <w:numFmt w:val="decimal"/>
      <w:isLgl/>
      <w:lvlText w:val="%1.%2.%3.%4.%5.%6.%7."/>
      <w:lvlJc w:val="left"/>
      <w:pPr>
        <w:ind w:left="2243" w:hanging="1800"/>
      </w:pPr>
    </w:lvl>
    <w:lvl w:ilvl="7">
      <w:start w:val="1"/>
      <w:numFmt w:val="decimal"/>
      <w:isLgl/>
      <w:lvlText w:val="%1.%2.%3.%4.%5.%6.%7.%8."/>
      <w:lvlJc w:val="left"/>
      <w:pPr>
        <w:ind w:left="2246" w:hanging="1800"/>
      </w:pPr>
    </w:lvl>
    <w:lvl w:ilvl="8">
      <w:start w:val="1"/>
      <w:numFmt w:val="decimal"/>
      <w:isLgl/>
      <w:lvlText w:val="%1.%2.%3.%4.%5.%6.%7.%8.%9."/>
      <w:lvlJc w:val="left"/>
      <w:pPr>
        <w:ind w:left="2609" w:hanging="2160"/>
      </w:pPr>
    </w:lvl>
  </w:abstractNum>
  <w:abstractNum w:abstractNumId="2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BCA"/>
    <w:multiLevelType w:val="hybridMultilevel"/>
    <w:tmpl w:val="8F46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2E09"/>
    <w:multiLevelType w:val="multilevel"/>
    <w:tmpl w:val="149CF446"/>
    <w:lvl w:ilvl="0">
      <w:start w:val="3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6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1548D"/>
    <w:multiLevelType w:val="multilevel"/>
    <w:tmpl w:val="544EC952"/>
    <w:lvl w:ilvl="0">
      <w:start w:val="6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8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06C3"/>
    <w:rsid w:val="00196195"/>
    <w:rsid w:val="003119EF"/>
    <w:rsid w:val="00472306"/>
    <w:rsid w:val="00517C29"/>
    <w:rsid w:val="005A56A9"/>
    <w:rsid w:val="006456FA"/>
    <w:rsid w:val="00666E6D"/>
    <w:rsid w:val="006806C3"/>
    <w:rsid w:val="00724F47"/>
    <w:rsid w:val="00741703"/>
    <w:rsid w:val="007E2FC4"/>
    <w:rsid w:val="00854443"/>
    <w:rsid w:val="00980B9A"/>
    <w:rsid w:val="00A442BD"/>
    <w:rsid w:val="00AA1C16"/>
    <w:rsid w:val="00C0790F"/>
    <w:rsid w:val="00D17930"/>
    <w:rsid w:val="00D17990"/>
    <w:rsid w:val="00E17B30"/>
    <w:rsid w:val="00ED51D4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5A56A9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AA1C16"/>
    <w:rPr>
      <w:kern w:val="2"/>
    </w:rPr>
  </w:style>
  <w:style w:type="character" w:styleId="Odwoanieprzypisudolnego">
    <w:name w:val="footnote reference"/>
    <w:uiPriority w:val="99"/>
    <w:semiHidden/>
    <w:unhideWhenUsed/>
    <w:rsid w:val="00AA1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0</TotalTime>
  <Pages>3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2</cp:revision>
  <dcterms:created xsi:type="dcterms:W3CDTF">2026-01-21T19:14:00Z</dcterms:created>
  <dcterms:modified xsi:type="dcterms:W3CDTF">2026-01-21T19:14:00Z</dcterms:modified>
</cp:coreProperties>
</file>